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E51" w:rsidRDefault="00227E51"/>
    <w:p w:rsid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t xml:space="preserve">This agreement is between Hotels Etc., </w:t>
      </w:r>
      <w:proofErr w:type="spellStart"/>
      <w:r>
        <w:t>Inc</w:t>
      </w:r>
      <w:proofErr w:type="spellEnd"/>
      <w:r>
        <w:t xml:space="preserve"> (corporate) and </w:t>
      </w:r>
      <w:r w:rsidRPr="00B84475">
        <w:rPr>
          <w:rFonts w:ascii="Arial" w:eastAsia="Times New Roman" w:hAnsi="Arial" w:cs="Arial"/>
          <w:color w:val="222222"/>
          <w:sz w:val="20"/>
          <w:szCs w:val="20"/>
        </w:rPr>
        <w:t xml:space="preserve">Raphael </w:t>
      </w:r>
      <w:proofErr w:type="spellStart"/>
      <w:r w:rsidRPr="00B84475">
        <w:rPr>
          <w:rFonts w:ascii="Arial" w:eastAsia="Times New Roman" w:hAnsi="Arial" w:cs="Arial"/>
          <w:color w:val="222222"/>
          <w:sz w:val="20"/>
          <w:szCs w:val="20"/>
        </w:rPr>
        <w:t>Antunez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(Distributor) on August 28</w:t>
      </w:r>
      <w:r w:rsidRPr="00B84475">
        <w:rPr>
          <w:rFonts w:ascii="Arial" w:eastAsia="Times New Roman" w:hAnsi="Arial" w:cs="Arial"/>
          <w:color w:val="222222"/>
          <w:sz w:val="20"/>
          <w:szCs w:val="20"/>
          <w:vertAlign w:val="superscript"/>
        </w:rPr>
        <w:t>th</w:t>
      </w:r>
      <w:r>
        <w:rPr>
          <w:rFonts w:ascii="Arial" w:eastAsia="Times New Roman" w:hAnsi="Arial" w:cs="Arial"/>
          <w:color w:val="222222"/>
          <w:sz w:val="20"/>
          <w:szCs w:val="20"/>
        </w:rPr>
        <w:t>, 2012.</w:t>
      </w:r>
    </w:p>
    <w:p w:rsid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Rapheal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Antunez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agrees to pay Hotels Etc.,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Inc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the sum of $3043.00 for recent lost chargebacks. </w:t>
      </w:r>
    </w:p>
    <w:p w:rsid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Hotels Etc., agrees to ship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Rapheal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500 gold cards on August 28, 2012 for the sum of $1494.95 to fulfill any past sales, obligations or commitments to his members. This sum does not or will not be deducted for the chargeback balance. </w:t>
      </w:r>
    </w:p>
    <w:p w:rsid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Rapheal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agrees to pay $3043.00 on or before Sept 7</w:t>
      </w:r>
      <w:r w:rsidRPr="00B84475">
        <w:rPr>
          <w:rFonts w:ascii="Arial" w:eastAsia="Times New Roman" w:hAnsi="Arial" w:cs="Arial"/>
          <w:color w:val="222222"/>
          <w:sz w:val="20"/>
          <w:szCs w:val="20"/>
          <w:vertAlign w:val="superscript"/>
        </w:rPr>
        <w:t>th</w:t>
      </w:r>
      <w:r>
        <w:rPr>
          <w:rFonts w:ascii="Arial" w:eastAsia="Times New Roman" w:hAnsi="Arial" w:cs="Arial"/>
          <w:color w:val="222222"/>
          <w:sz w:val="20"/>
          <w:szCs w:val="20"/>
        </w:rPr>
        <w:t>, 2012 in full unless otherwise noted and or committed to.</w:t>
      </w:r>
    </w:p>
    <w:p w:rsid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This agreement can be referenced to INV 34685, File B6587C or Internal Legal 7819738773-12. </w:t>
      </w:r>
    </w:p>
    <w:p w:rsid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Hotels Etc.,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Inc</w:t>
      </w:r>
      <w:proofErr w:type="spellEnd"/>
    </w:p>
    <w:p w:rsid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Name:    </w:t>
      </w:r>
    </w:p>
    <w:p w:rsid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Date:</w:t>
      </w:r>
    </w:p>
    <w:p w:rsid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Rapheal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Antunez</w:t>
      </w:r>
      <w:proofErr w:type="spellEnd"/>
    </w:p>
    <w:p w:rsid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Name:</w:t>
      </w:r>
    </w:p>
    <w:p w:rsid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B84475" w:rsidRP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Date:</w:t>
      </w:r>
    </w:p>
    <w:p w:rsidR="00B84475" w:rsidRDefault="00B84475"/>
    <w:p w:rsidR="00B84475" w:rsidRPr="00B84475" w:rsidRDefault="00B84475" w:rsidP="00B8447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B84475">
        <w:rPr>
          <w:rFonts w:ascii="Arial" w:eastAsia="Times New Roman" w:hAnsi="Arial" w:cs="Arial"/>
          <w:color w:val="222222"/>
          <w:sz w:val="20"/>
          <w:szCs w:val="20"/>
        </w:rPr>
        <w:t xml:space="preserve">Bill </w:t>
      </w:r>
      <w:proofErr w:type="spellStart"/>
      <w:r w:rsidRPr="00B84475">
        <w:rPr>
          <w:rFonts w:ascii="Arial" w:eastAsia="Times New Roman" w:hAnsi="Arial" w:cs="Arial"/>
          <w:color w:val="222222"/>
          <w:sz w:val="20"/>
          <w:szCs w:val="20"/>
        </w:rPr>
        <w:t>to</w:t>
      </w:r>
      <w:proofErr w:type="gramStart"/>
      <w:r w:rsidRPr="00B84475">
        <w:rPr>
          <w:rFonts w:ascii="Arial" w:eastAsia="Times New Roman" w:hAnsi="Arial" w:cs="Arial"/>
          <w:color w:val="222222"/>
          <w:sz w:val="20"/>
          <w:szCs w:val="20"/>
        </w:rPr>
        <w:t>:Easy</w:t>
      </w:r>
      <w:proofErr w:type="spellEnd"/>
      <w:proofErr w:type="gramEnd"/>
      <w:r w:rsidRPr="00B84475">
        <w:rPr>
          <w:rFonts w:ascii="Arial" w:eastAsia="Times New Roman" w:hAnsi="Arial" w:cs="Arial"/>
          <w:color w:val="222222"/>
          <w:sz w:val="20"/>
          <w:szCs w:val="20"/>
        </w:rPr>
        <w:t xml:space="preserve"> Media Buying </w:t>
      </w:r>
      <w:proofErr w:type="spellStart"/>
      <w:r w:rsidRPr="00B84475">
        <w:rPr>
          <w:rFonts w:ascii="Arial" w:eastAsia="Times New Roman" w:hAnsi="Arial" w:cs="Arial"/>
          <w:color w:val="222222"/>
          <w:sz w:val="20"/>
          <w:szCs w:val="20"/>
        </w:rPr>
        <w:t>Inc</w:t>
      </w:r>
      <w:proofErr w:type="spellEnd"/>
    </w:p>
    <w:p w:rsidR="00B84475" w:rsidRP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B84475">
        <w:rPr>
          <w:rFonts w:ascii="Arial" w:eastAsia="Times New Roman" w:hAnsi="Arial" w:cs="Arial"/>
          <w:color w:val="222222"/>
          <w:sz w:val="20"/>
          <w:szCs w:val="20"/>
        </w:rPr>
        <w:t xml:space="preserve">Raphael </w:t>
      </w:r>
      <w:proofErr w:type="spellStart"/>
      <w:r w:rsidRPr="00B84475">
        <w:rPr>
          <w:rFonts w:ascii="Arial" w:eastAsia="Times New Roman" w:hAnsi="Arial" w:cs="Arial"/>
          <w:color w:val="222222"/>
          <w:sz w:val="20"/>
          <w:szCs w:val="20"/>
        </w:rPr>
        <w:t>Antunez</w:t>
      </w:r>
      <w:proofErr w:type="spellEnd"/>
    </w:p>
    <w:p w:rsidR="00B84475" w:rsidRP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B84475">
        <w:rPr>
          <w:rFonts w:ascii="Arial" w:eastAsia="Times New Roman" w:hAnsi="Arial" w:cs="Arial"/>
          <w:color w:val="222222"/>
          <w:sz w:val="20"/>
          <w:szCs w:val="20"/>
        </w:rPr>
        <w:t>6550 Sulky Ln</w:t>
      </w:r>
    </w:p>
    <w:p w:rsidR="00B84475" w:rsidRPr="00B84475" w:rsidRDefault="00B84475" w:rsidP="00B84475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B84475">
        <w:rPr>
          <w:rFonts w:ascii="Arial" w:eastAsia="Times New Roman" w:hAnsi="Arial" w:cs="Arial"/>
          <w:color w:val="222222"/>
          <w:sz w:val="20"/>
          <w:szCs w:val="20"/>
        </w:rPr>
        <w:t>Annandale</w:t>
      </w:r>
      <w:proofErr w:type="gramStart"/>
      <w:r w:rsidRPr="00B84475">
        <w:rPr>
          <w:rFonts w:ascii="Arial" w:eastAsia="Times New Roman" w:hAnsi="Arial" w:cs="Arial"/>
          <w:color w:val="222222"/>
          <w:sz w:val="20"/>
          <w:szCs w:val="20"/>
        </w:rPr>
        <w:t>,VA,22003</w:t>
      </w:r>
      <w:proofErr w:type="gramEnd"/>
    </w:p>
    <w:p w:rsidR="00B84475" w:rsidRDefault="00B84475">
      <w:bookmarkStart w:id="0" w:name="_GoBack"/>
      <w:bookmarkEnd w:id="0"/>
    </w:p>
    <w:p w:rsidR="00B84475" w:rsidRDefault="00B84475"/>
    <w:p w:rsidR="003C2C63" w:rsidRDefault="003C2C63"/>
    <w:p w:rsidR="00E46F4E" w:rsidRPr="003C2C63" w:rsidRDefault="00E46F4E" w:rsidP="003C2C63">
      <w:pPr>
        <w:rPr>
          <w:rFonts w:ascii="Myriad Pro" w:hAnsi="Myriad Pro"/>
          <w:sz w:val="24"/>
        </w:rPr>
      </w:pPr>
    </w:p>
    <w:sectPr w:rsidR="00E46F4E" w:rsidRPr="003C2C63" w:rsidSect="003C2C63">
      <w:headerReference w:type="default" r:id="rId7"/>
      <w:pgSz w:w="12240" w:h="15840"/>
      <w:pgMar w:top="1440" w:right="1170" w:bottom="1440" w:left="14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DE8" w:rsidRDefault="00B42DE8" w:rsidP="003C2C63">
      <w:pPr>
        <w:spacing w:after="0" w:line="240" w:lineRule="auto"/>
      </w:pPr>
      <w:r>
        <w:separator/>
      </w:r>
    </w:p>
  </w:endnote>
  <w:endnote w:type="continuationSeparator" w:id="0">
    <w:p w:rsidR="00B42DE8" w:rsidRDefault="00B42DE8" w:rsidP="003C2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DE8" w:rsidRDefault="00B42DE8" w:rsidP="003C2C63">
      <w:pPr>
        <w:spacing w:after="0" w:line="240" w:lineRule="auto"/>
      </w:pPr>
      <w:r>
        <w:separator/>
      </w:r>
    </w:p>
  </w:footnote>
  <w:footnote w:type="continuationSeparator" w:id="0">
    <w:p w:rsidR="00B42DE8" w:rsidRDefault="00B42DE8" w:rsidP="003C2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C63" w:rsidRDefault="003C2C63" w:rsidP="003C2C63">
    <w:pPr>
      <w:pStyle w:val="Header"/>
      <w:tabs>
        <w:tab w:val="clear" w:pos="9360"/>
      </w:tabs>
      <w:ind w:left="-1440"/>
      <w:jc w:val="center"/>
    </w:pPr>
    <w:r>
      <w:rPr>
        <w:noProof/>
      </w:rPr>
      <w:drawing>
        <wp:inline distT="0" distB="0" distL="0" distR="0">
          <wp:extent cx="7715250" cy="2022822"/>
          <wp:effectExtent l="19050" t="0" r="0" b="0"/>
          <wp:docPr id="1" name="Picture 0" descr="letterhead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top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14563" cy="20226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241"/>
    <w:rsid w:val="000064C8"/>
    <w:rsid w:val="00024362"/>
    <w:rsid w:val="0003271C"/>
    <w:rsid w:val="00044804"/>
    <w:rsid w:val="00061542"/>
    <w:rsid w:val="0006590A"/>
    <w:rsid w:val="00087E08"/>
    <w:rsid w:val="000B29F1"/>
    <w:rsid w:val="000C4C2B"/>
    <w:rsid w:val="000D48A9"/>
    <w:rsid w:val="000F0F81"/>
    <w:rsid w:val="000F6B7E"/>
    <w:rsid w:val="000F6BBC"/>
    <w:rsid w:val="00115BE8"/>
    <w:rsid w:val="001229BE"/>
    <w:rsid w:val="00123E18"/>
    <w:rsid w:val="00137E7D"/>
    <w:rsid w:val="0015492F"/>
    <w:rsid w:val="0016208E"/>
    <w:rsid w:val="0016681C"/>
    <w:rsid w:val="0018247D"/>
    <w:rsid w:val="001C5927"/>
    <w:rsid w:val="001E3E94"/>
    <w:rsid w:val="001F06FF"/>
    <w:rsid w:val="001F4834"/>
    <w:rsid w:val="00217D8E"/>
    <w:rsid w:val="00227E51"/>
    <w:rsid w:val="00255CBC"/>
    <w:rsid w:val="00272437"/>
    <w:rsid w:val="00291A50"/>
    <w:rsid w:val="002B1240"/>
    <w:rsid w:val="002C5801"/>
    <w:rsid w:val="00307F2E"/>
    <w:rsid w:val="00315C3C"/>
    <w:rsid w:val="00343303"/>
    <w:rsid w:val="00381CFC"/>
    <w:rsid w:val="003911AF"/>
    <w:rsid w:val="003C2C63"/>
    <w:rsid w:val="003F191D"/>
    <w:rsid w:val="0040130B"/>
    <w:rsid w:val="004066CD"/>
    <w:rsid w:val="00410661"/>
    <w:rsid w:val="00432F67"/>
    <w:rsid w:val="004437A6"/>
    <w:rsid w:val="0046028B"/>
    <w:rsid w:val="004730B5"/>
    <w:rsid w:val="0048165A"/>
    <w:rsid w:val="004830B0"/>
    <w:rsid w:val="00485593"/>
    <w:rsid w:val="004916C8"/>
    <w:rsid w:val="004C1A16"/>
    <w:rsid w:val="004E701C"/>
    <w:rsid w:val="00501176"/>
    <w:rsid w:val="00533375"/>
    <w:rsid w:val="0053563B"/>
    <w:rsid w:val="00554BE7"/>
    <w:rsid w:val="0056378B"/>
    <w:rsid w:val="005654F3"/>
    <w:rsid w:val="005656E5"/>
    <w:rsid w:val="00574CB9"/>
    <w:rsid w:val="0058739C"/>
    <w:rsid w:val="005B4BFB"/>
    <w:rsid w:val="005D202B"/>
    <w:rsid w:val="006124F1"/>
    <w:rsid w:val="00622963"/>
    <w:rsid w:val="00650221"/>
    <w:rsid w:val="00660BDA"/>
    <w:rsid w:val="00661690"/>
    <w:rsid w:val="006621EA"/>
    <w:rsid w:val="0066787F"/>
    <w:rsid w:val="00671789"/>
    <w:rsid w:val="0067228D"/>
    <w:rsid w:val="006756B7"/>
    <w:rsid w:val="00694DDB"/>
    <w:rsid w:val="006F4671"/>
    <w:rsid w:val="007432AE"/>
    <w:rsid w:val="007641F8"/>
    <w:rsid w:val="0076743E"/>
    <w:rsid w:val="00782483"/>
    <w:rsid w:val="007B7786"/>
    <w:rsid w:val="007C0E77"/>
    <w:rsid w:val="007C13E4"/>
    <w:rsid w:val="007C38F7"/>
    <w:rsid w:val="007D1FDD"/>
    <w:rsid w:val="00844819"/>
    <w:rsid w:val="00860241"/>
    <w:rsid w:val="00870E2B"/>
    <w:rsid w:val="0087648B"/>
    <w:rsid w:val="008C720C"/>
    <w:rsid w:val="008F7842"/>
    <w:rsid w:val="00903B8C"/>
    <w:rsid w:val="00907335"/>
    <w:rsid w:val="00922854"/>
    <w:rsid w:val="009557B9"/>
    <w:rsid w:val="00956F7F"/>
    <w:rsid w:val="009658E6"/>
    <w:rsid w:val="00993D85"/>
    <w:rsid w:val="00994E6B"/>
    <w:rsid w:val="009A5F94"/>
    <w:rsid w:val="009B17B6"/>
    <w:rsid w:val="009B7FA2"/>
    <w:rsid w:val="009D1A6D"/>
    <w:rsid w:val="009E0FE3"/>
    <w:rsid w:val="009F3DBE"/>
    <w:rsid w:val="009F70AE"/>
    <w:rsid w:val="00A018E5"/>
    <w:rsid w:val="00A128BE"/>
    <w:rsid w:val="00A47E52"/>
    <w:rsid w:val="00A61723"/>
    <w:rsid w:val="00A6724B"/>
    <w:rsid w:val="00A71734"/>
    <w:rsid w:val="00A74146"/>
    <w:rsid w:val="00AB60A1"/>
    <w:rsid w:val="00AC6627"/>
    <w:rsid w:val="00AD6765"/>
    <w:rsid w:val="00AE256C"/>
    <w:rsid w:val="00AF5EFA"/>
    <w:rsid w:val="00B02B7F"/>
    <w:rsid w:val="00B030FF"/>
    <w:rsid w:val="00B03F14"/>
    <w:rsid w:val="00B302B5"/>
    <w:rsid w:val="00B3349C"/>
    <w:rsid w:val="00B3487C"/>
    <w:rsid w:val="00B42DE8"/>
    <w:rsid w:val="00B443A8"/>
    <w:rsid w:val="00B4480C"/>
    <w:rsid w:val="00B54EC7"/>
    <w:rsid w:val="00B54FAD"/>
    <w:rsid w:val="00B606F4"/>
    <w:rsid w:val="00B65B40"/>
    <w:rsid w:val="00B84475"/>
    <w:rsid w:val="00BA07CA"/>
    <w:rsid w:val="00BA1666"/>
    <w:rsid w:val="00BA27B8"/>
    <w:rsid w:val="00BB141E"/>
    <w:rsid w:val="00BB2EF4"/>
    <w:rsid w:val="00BD3C17"/>
    <w:rsid w:val="00BD5AEF"/>
    <w:rsid w:val="00BF2074"/>
    <w:rsid w:val="00C01908"/>
    <w:rsid w:val="00C67F2D"/>
    <w:rsid w:val="00C90436"/>
    <w:rsid w:val="00C93526"/>
    <w:rsid w:val="00CA2093"/>
    <w:rsid w:val="00CE50AD"/>
    <w:rsid w:val="00CE772B"/>
    <w:rsid w:val="00D460E9"/>
    <w:rsid w:val="00D47819"/>
    <w:rsid w:val="00D61366"/>
    <w:rsid w:val="00D81EA7"/>
    <w:rsid w:val="00D8235B"/>
    <w:rsid w:val="00D913AB"/>
    <w:rsid w:val="00D96355"/>
    <w:rsid w:val="00DD28E9"/>
    <w:rsid w:val="00DF4975"/>
    <w:rsid w:val="00E1611C"/>
    <w:rsid w:val="00E263F6"/>
    <w:rsid w:val="00E374EC"/>
    <w:rsid w:val="00E46F4E"/>
    <w:rsid w:val="00E55CED"/>
    <w:rsid w:val="00E9278E"/>
    <w:rsid w:val="00EA3230"/>
    <w:rsid w:val="00EA665B"/>
    <w:rsid w:val="00EB5465"/>
    <w:rsid w:val="00EC428A"/>
    <w:rsid w:val="00F05FB3"/>
    <w:rsid w:val="00F070AD"/>
    <w:rsid w:val="00F2471F"/>
    <w:rsid w:val="00F40B5F"/>
    <w:rsid w:val="00F436AD"/>
    <w:rsid w:val="00F569F4"/>
    <w:rsid w:val="00F67C62"/>
    <w:rsid w:val="00F81CA0"/>
    <w:rsid w:val="00F85A1B"/>
    <w:rsid w:val="00FA28FC"/>
    <w:rsid w:val="00FB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C2C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2C63"/>
  </w:style>
  <w:style w:type="paragraph" w:styleId="Footer">
    <w:name w:val="footer"/>
    <w:basedOn w:val="Normal"/>
    <w:link w:val="FooterChar"/>
    <w:uiPriority w:val="99"/>
    <w:semiHidden/>
    <w:unhideWhenUsed/>
    <w:rsid w:val="003C2C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2C63"/>
  </w:style>
  <w:style w:type="paragraph" w:styleId="BalloonText">
    <w:name w:val="Balloon Text"/>
    <w:basedOn w:val="Normal"/>
    <w:link w:val="BalloonTextChar"/>
    <w:uiPriority w:val="99"/>
    <w:semiHidden/>
    <w:unhideWhenUsed/>
    <w:rsid w:val="003C2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C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C2C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2C63"/>
  </w:style>
  <w:style w:type="paragraph" w:styleId="Footer">
    <w:name w:val="footer"/>
    <w:basedOn w:val="Normal"/>
    <w:link w:val="FooterChar"/>
    <w:uiPriority w:val="99"/>
    <w:semiHidden/>
    <w:unhideWhenUsed/>
    <w:rsid w:val="003C2C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2C63"/>
  </w:style>
  <w:style w:type="paragraph" w:styleId="BalloonText">
    <w:name w:val="Balloon Text"/>
    <w:basedOn w:val="Normal"/>
    <w:link w:val="BalloonTextChar"/>
    <w:uiPriority w:val="99"/>
    <w:semiHidden/>
    <w:unhideWhenUsed/>
    <w:rsid w:val="003C2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C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8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telsetc\Documents\DISTRIBUTOR%20AND%20MEMBER%20LETTERS\Mem%20-%20Dist%20letters%20-%20Documents\letterhead\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Hotels Etc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Shawn</cp:lastModifiedBy>
  <cp:revision>2</cp:revision>
  <cp:lastPrinted>2011-05-24T16:37:00Z</cp:lastPrinted>
  <dcterms:created xsi:type="dcterms:W3CDTF">2012-08-28T19:30:00Z</dcterms:created>
  <dcterms:modified xsi:type="dcterms:W3CDTF">2012-08-28T19:30:00Z</dcterms:modified>
</cp:coreProperties>
</file>