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CF2719">
              <w:t>5112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DE3C93">
              <w:rPr>
                <w:noProof/>
              </w:rPr>
              <w:t>July 23,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B01F49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4688D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CF2719">
            <w:pPr>
              <w:jc w:val="center"/>
            </w:pPr>
          </w:p>
          <w:p w:rsidR="00CF2719" w:rsidRDefault="00CF2719" w:rsidP="00CF2719">
            <w:pPr>
              <w:jc w:val="center"/>
            </w:pPr>
            <w:r>
              <w:t>Email</w:t>
            </w:r>
          </w:p>
          <w:p w:rsidR="00CF2719" w:rsidRDefault="00CF2719" w:rsidP="00CF2719"/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07/23</w:t>
            </w:r>
            <w:r w:rsidR="00B4688D">
              <w:t>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07/29</w:t>
            </w:r>
            <w:r w:rsidR="00B4688D">
              <w:t>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7 Days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F2719" w:rsidP="00000ADD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F2719" w:rsidP="00000ADD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DE3C93" w:rsidRDefault="00DE3C93" w:rsidP="0076506D">
            <w:pPr>
              <w:jc w:val="center"/>
            </w:pPr>
          </w:p>
          <w:p w:rsidR="00B4688D" w:rsidRDefault="00CF2719" w:rsidP="00DE3C93">
            <w:pPr>
              <w:jc w:val="center"/>
            </w:pPr>
            <w:bookmarkStart w:id="0" w:name="_GoBack"/>
            <w:bookmarkEnd w:id="0"/>
            <w:r>
              <w:t>Condo Membership Club Access Codes</w:t>
            </w:r>
          </w:p>
          <w:p w:rsidR="00CF2719" w:rsidRPr="001E3C2E" w:rsidRDefault="00CF2719" w:rsidP="0076506D">
            <w:pPr>
              <w:jc w:val="center"/>
            </w:pPr>
            <w:r w:rsidRPr="00CF2719">
              <w:rPr>
                <w:highlight w:val="yellow"/>
              </w:rPr>
              <w:t>(Emailed on 7-21-12)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F2719" w:rsidP="00B4688D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F2719" w:rsidP="00B4688D">
            <w:pPr>
              <w:pStyle w:val="Amount"/>
            </w:pPr>
            <w:r>
              <w:t>$800.00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76506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F2719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B468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CF2719" w:rsidRDefault="001B3C92" w:rsidP="001B3C92">
            <w:pPr>
              <w:jc w:val="center"/>
              <w:rPr>
                <w:sz w:val="22"/>
                <w:szCs w:val="22"/>
              </w:rPr>
            </w:pPr>
            <w:r w:rsidRPr="00CF2719">
              <w:rPr>
                <w:sz w:val="22"/>
                <w:szCs w:val="22"/>
                <w:highlight w:val="yellow"/>
              </w:rPr>
              <w:t>Please Make all Payments Payable to Hotels Etc., INC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CF2719">
            <w:pPr>
              <w:pStyle w:val="Amount"/>
            </w:pPr>
            <w:r>
              <w:t>$</w:t>
            </w:r>
            <w:r w:rsidR="00CF2719">
              <w:t>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CF2719">
            <w:pPr>
              <w:pStyle w:val="Amount"/>
            </w:pPr>
            <w:r>
              <w:t>$</w:t>
            </w:r>
            <w:r w:rsidR="00CF2719">
              <w:t>800.00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49" w:rsidRDefault="00B01F49">
      <w:r>
        <w:separator/>
      </w:r>
    </w:p>
  </w:endnote>
  <w:endnote w:type="continuationSeparator" w:id="0">
    <w:p w:rsidR="00B01F49" w:rsidRDefault="00B0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49" w:rsidRDefault="00B01F49">
      <w:r>
        <w:separator/>
      </w:r>
    </w:p>
  </w:footnote>
  <w:footnote w:type="continuationSeparator" w:id="0">
    <w:p w:rsidR="00B01F49" w:rsidRDefault="00B01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0ADD"/>
    <w:rsid w:val="00002021"/>
    <w:rsid w:val="000024DC"/>
    <w:rsid w:val="00010B1C"/>
    <w:rsid w:val="00012C15"/>
    <w:rsid w:val="00012DA5"/>
    <w:rsid w:val="00017000"/>
    <w:rsid w:val="00017A97"/>
    <w:rsid w:val="000233FB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954D8"/>
    <w:rsid w:val="001B2E61"/>
    <w:rsid w:val="001B3C92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46B6C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3F05"/>
    <w:rsid w:val="00436B94"/>
    <w:rsid w:val="004445DD"/>
    <w:rsid w:val="004526C5"/>
    <w:rsid w:val="00473FA7"/>
    <w:rsid w:val="004776DC"/>
    <w:rsid w:val="004801EC"/>
    <w:rsid w:val="00480265"/>
    <w:rsid w:val="004B233D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116D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6506D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1D55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4711"/>
    <w:rsid w:val="00A10B6B"/>
    <w:rsid w:val="00A11DBF"/>
    <w:rsid w:val="00A15E76"/>
    <w:rsid w:val="00A3488A"/>
    <w:rsid w:val="00A37015"/>
    <w:rsid w:val="00A4752F"/>
    <w:rsid w:val="00A50715"/>
    <w:rsid w:val="00A60E81"/>
    <w:rsid w:val="00A62877"/>
    <w:rsid w:val="00A67B29"/>
    <w:rsid w:val="00A71F71"/>
    <w:rsid w:val="00A8511C"/>
    <w:rsid w:val="00A91583"/>
    <w:rsid w:val="00AB03C9"/>
    <w:rsid w:val="00B01F49"/>
    <w:rsid w:val="00B4406F"/>
    <w:rsid w:val="00B4688D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48F8"/>
    <w:rsid w:val="00BD0D4F"/>
    <w:rsid w:val="00BD73A8"/>
    <w:rsid w:val="00BD7A44"/>
    <w:rsid w:val="00C0598A"/>
    <w:rsid w:val="00C15A6D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CF2719"/>
    <w:rsid w:val="00D2159C"/>
    <w:rsid w:val="00D2742D"/>
    <w:rsid w:val="00D33CEA"/>
    <w:rsid w:val="00D4146A"/>
    <w:rsid w:val="00D45E69"/>
    <w:rsid w:val="00D64EB4"/>
    <w:rsid w:val="00D7042E"/>
    <w:rsid w:val="00D76A11"/>
    <w:rsid w:val="00DC1152"/>
    <w:rsid w:val="00DE09CB"/>
    <w:rsid w:val="00DE3C93"/>
    <w:rsid w:val="00DF0824"/>
    <w:rsid w:val="00DF5146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B6FFA"/>
    <w:rsid w:val="00FC643D"/>
    <w:rsid w:val="00FD0114"/>
    <w:rsid w:val="00FD0E4D"/>
    <w:rsid w:val="00FD0F0F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FD30C-48B8-4C9C-9565-8B80E913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3</cp:revision>
  <cp:lastPrinted>2011-03-07T20:17:00Z</cp:lastPrinted>
  <dcterms:created xsi:type="dcterms:W3CDTF">2012-07-23T16:12:00Z</dcterms:created>
  <dcterms:modified xsi:type="dcterms:W3CDTF">2012-07-23T16:13:00Z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