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C208BA">
              <w:t>4718725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C33633">
              <w:rPr>
                <w:noProof/>
              </w:rPr>
              <w:t>July 24,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E370A9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208BA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C208BA" w:rsidP="00703C78">
            <w:r>
              <w:t>Hotels Etc. of Canada</w:t>
            </w:r>
          </w:p>
          <w:p w:rsidR="00C208BA" w:rsidRPr="001E3C2E" w:rsidRDefault="00C208BA" w:rsidP="00703C78">
            <w:r>
              <w:t xml:space="preserve">Box 594 </w:t>
            </w:r>
            <w:proofErr w:type="spellStart"/>
            <w:r>
              <w:t>Kleefeild</w:t>
            </w:r>
            <w:proofErr w:type="spellEnd"/>
            <w:r>
              <w:t>, MB</w:t>
            </w:r>
            <w:r>
              <w:br/>
              <w:t>ROA OVO, Canada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703C78" w:rsidRPr="001E3C2E" w:rsidRDefault="00C208BA" w:rsidP="003303C7">
            <w:r>
              <w:t>Same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208BA" w:rsidP="008A3C48">
            <w:pPr>
              <w:pStyle w:val="Centered"/>
            </w:pPr>
            <w:r>
              <w:t>Online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C208BA" w:rsidP="000B0783">
            <w:pPr>
              <w:jc w:val="center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208BA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208BA" w:rsidP="008A3C48">
            <w:pPr>
              <w:pStyle w:val="Centered"/>
            </w:pPr>
            <w:r>
              <w:t>Sept 1</w:t>
            </w:r>
            <w:r w:rsidRPr="00C208BA">
              <w:rPr>
                <w:vertAlign w:val="superscript"/>
              </w:rPr>
              <w:t>st</w:t>
            </w:r>
            <w:r>
              <w:t>.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208BA" w:rsidP="008A3C48">
            <w:pPr>
              <w:pStyle w:val="Centered"/>
            </w:pPr>
            <w:r>
              <w:t>See agreement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208BA" w:rsidP="008A3C48">
            <w:pPr>
              <w:pStyle w:val="Centered"/>
            </w:pPr>
            <w:r>
              <w:t>PAID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63"/>
        <w:gridCol w:w="1066"/>
        <w:gridCol w:w="3961"/>
        <w:gridCol w:w="351"/>
        <w:gridCol w:w="1164"/>
        <w:gridCol w:w="1164"/>
        <w:gridCol w:w="1311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208BA" w:rsidP="00B5478E"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208BA" w:rsidP="00B5478E">
            <w:r>
              <w:t>ENT3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208BA" w:rsidP="00B5478E">
            <w:r>
              <w:t xml:space="preserve">Payment of </w:t>
            </w:r>
            <w:proofErr w:type="gramStart"/>
            <w:r>
              <w:t>20K ,</w:t>
            </w:r>
            <w:proofErr w:type="gramEnd"/>
            <w:r>
              <w:t xml:space="preserve"> Next payment Oct 15, final payment is Dec 15</w:t>
            </w:r>
            <w:r w:rsidRPr="00C208BA">
              <w:rPr>
                <w:vertAlign w:val="superscript"/>
              </w:rPr>
              <w:t>th</w:t>
            </w:r>
            <w:r>
              <w:t>.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208BA" w:rsidP="00EE1154">
            <w:pPr>
              <w:pStyle w:val="Amount"/>
            </w:pPr>
            <w:r>
              <w:t>20,000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208BA" w:rsidP="00EE1154">
            <w:pPr>
              <w:pStyle w:val="Amount"/>
            </w:pPr>
            <w:r>
              <w:t>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208BA" w:rsidP="00C33633">
            <w:pPr>
              <w:pStyle w:val="Amount"/>
            </w:pPr>
            <w:r>
              <w:t>$</w:t>
            </w:r>
            <w:r w:rsidR="00C33633">
              <w:t>19,987.00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C33633">
            <w:pPr>
              <w:pStyle w:val="Amount"/>
            </w:pPr>
            <w:r>
              <w:t>$</w:t>
            </w:r>
            <w:r w:rsidR="00C33633">
              <w:t>19,887.00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A9" w:rsidRDefault="00E370A9">
      <w:r>
        <w:separator/>
      </w:r>
    </w:p>
  </w:endnote>
  <w:endnote w:type="continuationSeparator" w:id="0">
    <w:p w:rsidR="00E370A9" w:rsidRDefault="00E3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A9" w:rsidRDefault="00E370A9">
      <w:r>
        <w:separator/>
      </w:r>
    </w:p>
  </w:footnote>
  <w:footnote w:type="continuationSeparator" w:id="0">
    <w:p w:rsidR="00E370A9" w:rsidRDefault="00E37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00538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6687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08BA"/>
    <w:rsid w:val="00C22B70"/>
    <w:rsid w:val="00C276BE"/>
    <w:rsid w:val="00C32AE1"/>
    <w:rsid w:val="00C33633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0A9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21C53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5B85F-9AFF-41ED-8F79-93CF6AAE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Shawn</cp:lastModifiedBy>
  <cp:revision>3</cp:revision>
  <cp:lastPrinted>2011-01-20T20:59:00Z</cp:lastPrinted>
  <dcterms:created xsi:type="dcterms:W3CDTF">2012-07-24T19:54:00Z</dcterms:created>
  <dcterms:modified xsi:type="dcterms:W3CDTF">2012-07-24T19:56:00Z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