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95111">
              <w:t>3420</w:t>
            </w:r>
            <w:r w:rsidR="00B8565E">
              <w:t>4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B8565E">
              <w:rPr>
                <w:noProof/>
              </w:rPr>
              <w:t>October 26,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DB04EE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411A1B" w:rsidP="00411A1B">
            <w:pPr>
              <w:jc w:val="right"/>
            </w:pPr>
            <w:r w:rsidRPr="00035095">
              <w:rPr>
                <w:b/>
                <w:color w:val="FF0000"/>
                <w:sz w:val="40"/>
                <w:szCs w:val="40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8B549F" w:rsidRPr="001E3C2E" w:rsidRDefault="007E2A1F" w:rsidP="007E2A1F">
            <w:r>
              <w:t>Account Number ACC470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703C78" w:rsidRPr="001E3C2E" w:rsidRDefault="007E2A1F" w:rsidP="007E2A1F">
            <w:r>
              <w:t>Account Number ACC470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8565E" w:rsidP="008A3C48">
            <w:pPr>
              <w:pStyle w:val="Centered"/>
            </w:pPr>
            <w:r>
              <w:t>10/26</w:t>
            </w:r>
            <w:r w:rsidR="007E2A1F">
              <w:t>/12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SAME DAY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01325" w:rsidP="00C95111">
            <w:pPr>
              <w:pStyle w:val="Centered"/>
            </w:pPr>
            <w:r>
              <w:t>7</w:t>
            </w:r>
            <w:r w:rsidR="007E2A1F">
              <w:t>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8565E" w:rsidP="008A3C48">
            <w:pPr>
              <w:pStyle w:val="Centered"/>
            </w:pPr>
            <w:r>
              <w:t>11/3</w:t>
            </w:r>
            <w:r w:rsidR="00B01325">
              <w:t>/12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B8565E" w:rsidP="007E2A1F">
            <w:pPr>
              <w:jc w:val="center"/>
            </w:pPr>
            <w:r>
              <w:t>CMC Access Codes (10/26</w:t>
            </w:r>
            <w:r w:rsidR="007E2A1F">
              <w:t>/12)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7E2A1F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7E2A1F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B8565E">
            <w:pPr>
              <w:pStyle w:val="Amount"/>
            </w:pPr>
            <w:r>
              <w:t>$</w:t>
            </w:r>
            <w:r w:rsidR="00B8565E">
              <w:t>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B8565E">
            <w:pPr>
              <w:pStyle w:val="Amount"/>
            </w:pPr>
            <w:r>
              <w:t>$</w:t>
            </w:r>
            <w:r w:rsidR="00B8565E">
              <w:t>800.00</w:t>
            </w:r>
            <w:bookmarkStart w:id="0" w:name="_GoBack"/>
            <w:bookmarkEnd w:id="0"/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4EE" w:rsidRDefault="00DB04EE">
      <w:r>
        <w:separator/>
      </w:r>
    </w:p>
  </w:endnote>
  <w:endnote w:type="continuationSeparator" w:id="0">
    <w:p w:rsidR="00DB04EE" w:rsidRDefault="00DB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4EE" w:rsidRDefault="00DB04EE">
      <w:r>
        <w:separator/>
      </w:r>
    </w:p>
  </w:footnote>
  <w:footnote w:type="continuationSeparator" w:id="0">
    <w:p w:rsidR="00DB04EE" w:rsidRDefault="00DB0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F03CA"/>
    <w:rsid w:val="00411A1B"/>
    <w:rsid w:val="00413CC1"/>
    <w:rsid w:val="00416A5B"/>
    <w:rsid w:val="00436B94"/>
    <w:rsid w:val="00436F12"/>
    <w:rsid w:val="004526C5"/>
    <w:rsid w:val="00473FA7"/>
    <w:rsid w:val="004776DC"/>
    <w:rsid w:val="004801EC"/>
    <w:rsid w:val="004D4988"/>
    <w:rsid w:val="004D6D3B"/>
    <w:rsid w:val="004E399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E2A1F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01325"/>
    <w:rsid w:val="00B530A0"/>
    <w:rsid w:val="00B5478E"/>
    <w:rsid w:val="00B7167B"/>
    <w:rsid w:val="00B764B8"/>
    <w:rsid w:val="00B8565E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F01AF"/>
    <w:rsid w:val="00D33CEA"/>
    <w:rsid w:val="00D4146A"/>
    <w:rsid w:val="00D45E69"/>
    <w:rsid w:val="00D7042E"/>
    <w:rsid w:val="00D76A11"/>
    <w:rsid w:val="00DB04EE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2</cp:revision>
  <cp:lastPrinted>2004-05-28T22:55:00Z</cp:lastPrinted>
  <dcterms:created xsi:type="dcterms:W3CDTF">2012-10-26T15:47:00Z</dcterms:created>
  <dcterms:modified xsi:type="dcterms:W3CDTF">2012-10-26T15:47:00Z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