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</w:t>
            </w:r>
            <w:bookmarkStart w:id="0" w:name="_GoBack"/>
            <w:r w:rsidR="00012C15">
              <w:t>#</w:t>
            </w:r>
            <w:r w:rsidR="00017A97">
              <w:t xml:space="preserve"> </w:t>
            </w:r>
            <w:r w:rsidR="00CC0E23">
              <w:t> INV</w:t>
            </w:r>
            <w:r w:rsidR="001C5883">
              <w:t>33801</w:t>
            </w:r>
            <w:bookmarkEnd w:id="0"/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1C5883">
              <w:rPr>
                <w:noProof/>
              </w:rPr>
              <w:t>September 14,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A3677C" w:rsidP="00E27198">
            <w:hyperlink r:id="rId12" w:history="1">
              <w:r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Default="001C5883" w:rsidP="00703C78">
            <w:r>
              <w:t>Jose Ignacio Espinosa</w:t>
            </w:r>
          </w:p>
          <w:p w:rsidR="001C5883" w:rsidRDefault="001C5883" w:rsidP="001C5883">
            <w:r>
              <w:t>Francisco Salazar E10-61</w:t>
            </w:r>
          </w:p>
          <w:p w:rsidR="001C5883" w:rsidRDefault="001C5883" w:rsidP="001C5883">
            <w:proofErr w:type="spellStart"/>
            <w:r>
              <w:t>Camilo</w:t>
            </w:r>
            <w:proofErr w:type="spellEnd"/>
            <w:r>
              <w:t xml:space="preserve"> </w:t>
            </w:r>
            <w:proofErr w:type="spellStart"/>
            <w:r>
              <w:t>Destruge</w:t>
            </w:r>
            <w:proofErr w:type="spellEnd"/>
            <w:r>
              <w:t xml:space="preserve">, </w:t>
            </w:r>
            <w:proofErr w:type="spellStart"/>
            <w:r>
              <w:t>edif</w:t>
            </w:r>
            <w:proofErr w:type="spellEnd"/>
            <w:r>
              <w:t xml:space="preserve"> In Luxor of 302</w:t>
            </w:r>
          </w:p>
          <w:p w:rsidR="001C5883" w:rsidRDefault="001C5883" w:rsidP="001C5883">
            <w:r>
              <w:t xml:space="preserve">Quito, Pichincha </w:t>
            </w:r>
          </w:p>
          <w:p w:rsidR="001C5883" w:rsidRDefault="001C5883" w:rsidP="001C5883">
            <w:r>
              <w:t>000000</w:t>
            </w:r>
            <w:r>
              <w:t xml:space="preserve"> Ecuador</w:t>
            </w:r>
          </w:p>
          <w:p w:rsidR="008B549F" w:rsidRPr="001E3C2E" w:rsidRDefault="003303C7" w:rsidP="001C5883">
            <w:r>
              <w:t>Account Number</w:t>
            </w:r>
            <w:r w:rsidR="008B549F">
              <w:t xml:space="preserve"> </w:t>
            </w:r>
            <w:r>
              <w:t>ACC</w:t>
            </w:r>
            <w:r w:rsidR="001C5883">
              <w:t>1423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1C5883" w:rsidRDefault="001C5883" w:rsidP="001C5883">
            <w:r>
              <w:t>Jose Ignacio Espinosa</w:t>
            </w:r>
          </w:p>
          <w:p w:rsidR="001C5883" w:rsidRDefault="001C5883" w:rsidP="001C5883">
            <w:r>
              <w:t>Francisco Salazar E10-61</w:t>
            </w:r>
          </w:p>
          <w:p w:rsidR="001C5883" w:rsidRDefault="001C5883" w:rsidP="001C5883">
            <w:proofErr w:type="spellStart"/>
            <w:r>
              <w:t>Camilo</w:t>
            </w:r>
            <w:proofErr w:type="spellEnd"/>
            <w:r>
              <w:t xml:space="preserve"> </w:t>
            </w:r>
            <w:proofErr w:type="spellStart"/>
            <w:r>
              <w:t>Destruge</w:t>
            </w:r>
            <w:proofErr w:type="spellEnd"/>
            <w:r>
              <w:t xml:space="preserve">, </w:t>
            </w:r>
            <w:proofErr w:type="spellStart"/>
            <w:r>
              <w:t>edif</w:t>
            </w:r>
            <w:proofErr w:type="spellEnd"/>
            <w:r>
              <w:t xml:space="preserve"> In Luxor of 302</w:t>
            </w:r>
          </w:p>
          <w:p w:rsidR="001C5883" w:rsidRDefault="001C5883" w:rsidP="001C5883">
            <w:r>
              <w:t xml:space="preserve">Quito, Pichincha </w:t>
            </w:r>
          </w:p>
          <w:p w:rsidR="001C5883" w:rsidRDefault="001C5883" w:rsidP="001C5883">
            <w:r>
              <w:t>000000 Ecuador</w:t>
            </w:r>
          </w:p>
          <w:p w:rsidR="00703C78" w:rsidRPr="001E3C2E" w:rsidRDefault="001C5883" w:rsidP="001C5883">
            <w:r>
              <w:t>Account Number ACC1423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1C5883" w:rsidP="008A3C48">
            <w:pPr>
              <w:pStyle w:val="Centered"/>
            </w:pPr>
            <w:r w:rsidRPr="00BD0D39">
              <w:rPr>
                <w:highlight w:val="yellow"/>
              </w:rPr>
              <w:t>Upon Receipt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C5883" w:rsidP="008A3C48">
            <w:pPr>
              <w:pStyle w:val="Centered"/>
            </w:pPr>
            <w:r>
              <w:t>09/14/12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0D39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0D39" w:rsidP="00B5478E">
            <w:r>
              <w:t>Ecuador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0D39" w:rsidP="00BD0D39">
            <w:pPr>
              <w:jc w:val="center"/>
            </w:pPr>
            <w:r>
              <w:t>Ecuador Payment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BD0D39">
            <w:pPr>
              <w:pStyle w:val="Amount"/>
            </w:pPr>
            <w:r>
              <w:t>$4000.00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EE1154">
            <w:pPr>
              <w:pStyle w:val="Amount"/>
            </w:pPr>
            <w:r>
              <w:t>$4000.00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0D39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D0D39">
            <w:pPr>
              <w:pStyle w:val="Amount"/>
            </w:pPr>
            <w:r>
              <w:t>$</w:t>
            </w:r>
            <w:r w:rsidR="00BD0D39">
              <w:t>4000.00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D0D39">
            <w:pPr>
              <w:pStyle w:val="Amount"/>
            </w:pPr>
            <w:r>
              <w:t>$</w:t>
            </w:r>
            <w:r w:rsidR="00BD0D39">
              <w:t>4000.00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725" w:rsidRDefault="00924725">
      <w:r>
        <w:separator/>
      </w:r>
    </w:p>
  </w:endnote>
  <w:endnote w:type="continuationSeparator" w:id="0">
    <w:p w:rsidR="00924725" w:rsidRDefault="0092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725" w:rsidRDefault="00924725">
      <w:r>
        <w:separator/>
      </w:r>
    </w:p>
  </w:footnote>
  <w:footnote w:type="continuationSeparator" w:id="0">
    <w:p w:rsidR="00924725" w:rsidRDefault="00924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24725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9F3FBE"/>
    <w:rsid w:val="00A01966"/>
    <w:rsid w:val="00A10B6B"/>
    <w:rsid w:val="00A11DBF"/>
    <w:rsid w:val="00A15E76"/>
    <w:rsid w:val="00A3488A"/>
    <w:rsid w:val="00A3677C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39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8FA4B-BE27-4EF9-84F5-B7FD6AEE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3</cp:revision>
  <cp:lastPrinted>2011-03-07T20:17:00Z</cp:lastPrinted>
  <dcterms:created xsi:type="dcterms:W3CDTF">2012-09-14T16:26:00Z</dcterms:created>
  <dcterms:modified xsi:type="dcterms:W3CDTF">2012-09-14T16:27:00Z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